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F8D" w:rsidRDefault="0004325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editId="351E28E0">
                <wp:simplePos x="0" y="0"/>
                <wp:positionH relativeFrom="column">
                  <wp:posOffset>-223520</wp:posOffset>
                </wp:positionH>
                <wp:positionV relativeFrom="paragraph">
                  <wp:posOffset>-671195</wp:posOffset>
                </wp:positionV>
                <wp:extent cx="2914650" cy="981075"/>
                <wp:effectExtent l="0" t="0" r="0" b="952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465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256" w:rsidRDefault="00D93CB4">
                            <w:pPr>
                              <w:ind w:left="0"/>
                            </w:pPr>
                            <w:r>
                              <w:t>Hans Radert</w:t>
                            </w:r>
                          </w:p>
                          <w:p w:rsidR="00D93CB4" w:rsidRDefault="00D93CB4">
                            <w:pPr>
                              <w:ind w:left="0"/>
                            </w:pPr>
                            <w:r>
                              <w:t>Pestalozzistr. 42/2</w:t>
                            </w:r>
                          </w:p>
                          <w:p w:rsidR="00D93CB4" w:rsidRDefault="00D93CB4">
                            <w:pPr>
                              <w:ind w:left="0"/>
                            </w:pPr>
                            <w:r>
                              <w:t>80469 München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left:0;text-align:left;margin-left:-17.6pt;margin-top:-52.85pt;width:229.5pt;height:77.2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" fillcolor="white [3201]" strokeweight=".5pt">
                <v:textbox>
                  <w:txbxContent>
                    <w:p w:rsidR="00043256" w:rsidRDefault="00D93CB4">
                      <w:pPr>
                        <w:ind w:left="0"/>
                      </w:pPr>
                      <w:r>
                        <w:t>Hans Radert</w:t>
                      </w:r>
                    </w:p>
                    <w:p w:rsidR="00D93CB4" w:rsidRDefault="00D93CB4">
                      <w:pPr>
                        <w:ind w:left="0"/>
                      </w:pPr>
                      <w:r>
                        <w:t>Pestalozzistr. 42/2</w:t>
                      </w:r>
                    </w:p>
                    <w:p w:rsidR="00D93CB4" w:rsidRDefault="00D93CB4">
                      <w:pPr>
                        <w:ind w:left="0"/>
                      </w:pPr>
                      <w:r>
                        <w:t>80469 München</w:t>
                      </w:r>
                    </w:p>
                  </w:txbxContent>
                </v:textbox>
              </v:shape>
            </w:pict>
          </mc:Fallback>
        </mc:AlternateContent>
      </w:r>
    </w:p>
    <w:p w:rsidR="00424F8D" w:rsidRPr="00424F8D" w:rsidRDefault="00C807BB" w:rsidP="00424F8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editId="38F77098">
                <wp:simplePos x="0" y="0"/>
                <wp:positionH relativeFrom="column">
                  <wp:posOffset>4110355</wp:posOffset>
                </wp:positionH>
                <wp:positionV relativeFrom="paragraph">
                  <wp:posOffset>22225</wp:posOffset>
                </wp:positionV>
                <wp:extent cx="1104900" cy="342900"/>
                <wp:effectExtent l="0" t="3175" r="4445" b="4445"/>
                <wp:wrapNone/>
                <wp:docPr id="8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15EA" w:rsidRPr="00F115EA" w:rsidRDefault="00F115EA">
                            <w:pPr>
                              <w:ind w:left="0"/>
                              <w:rPr>
                                <w:rFonts w:ascii="Baskerville Old Face" w:hAnsi="Baskerville Old Face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115EA">
                              <w:rPr>
                                <w:rFonts w:ascii="Baskerville Old Face" w:hAnsi="Baskerville Old Face"/>
                                <w:b/>
                                <w:sz w:val="32"/>
                                <w:szCs w:val="32"/>
                              </w:rPr>
                              <w:t>Rechnung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1" o:spid="_x0000_s1027" type="#_x0000_t202" style="position:absolute;left:0;text-align:left;margin-left:323.65pt;margin-top:1.75pt;width:87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" stroked="f">
                <v:textbox>
                  <w:txbxContent>
                    <w:p w:rsidR="00F115EA" w:rsidRPr="00F115EA" w:rsidRDefault="00F115EA">
                      <w:pPr>
                        <w:ind w:left="0"/>
                        <w:rPr>
                          <w:rFonts w:ascii="Baskerville Old Face" w:hAnsi="Baskerville Old Face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Baskerville Old Face" w:hAnsi="Baskerville Old Face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F115EA">
                        <w:rPr>
                          <w:rFonts w:ascii="Baskerville Old Face" w:hAnsi="Baskerville Old Face"/>
                          <w:b/>
                          <w:sz w:val="32"/>
                          <w:szCs w:val="32"/>
                        </w:rPr>
                        <w:t>Rechnung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376092"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editId="07A73A65">
                <wp:simplePos x="0" y="0"/>
                <wp:positionH relativeFrom="column">
                  <wp:posOffset>-219075</wp:posOffset>
                </wp:positionH>
                <wp:positionV relativeFrom="paragraph">
                  <wp:posOffset>269875</wp:posOffset>
                </wp:positionV>
                <wp:extent cx="6405880" cy="635"/>
                <wp:effectExtent l="13970" t="9525" r="9525" b="8890"/>
                <wp:wrapNone/>
                <wp:docPr id="7" name="Auto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5880" cy="63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1E1C1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254061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Form 9" o:spid="_x0000_s1026" type="#_x0000_t32" style="position:absolute;margin-left:-17.25pt;margin-top:21.25pt;width:504.4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" strokecolor="#1e1c11" strokeweight=".5pt">
                <v:shadow color="#254061" opacity=".5" offset="1p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editId="3577F548">
                <wp:simplePos x="0" y="0"/>
                <wp:positionH relativeFrom="column">
                  <wp:posOffset>-219075</wp:posOffset>
                </wp:positionH>
                <wp:positionV relativeFrom="paragraph">
                  <wp:posOffset>193675</wp:posOffset>
                </wp:positionV>
                <wp:extent cx="6405880" cy="0"/>
                <wp:effectExtent l="23495" t="19050" r="19050" b="19050"/>
                <wp:wrapNone/>
                <wp:docPr id="6" name="Auto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5880" cy="0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rgbClr val="558ED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Form 10" o:spid="_x0000_s1026" type="#_x0000_t32" style="position:absolute;margin-left:-17.25pt;margin-top:15.25pt;width:504.4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" strokecolor="#558ed5" strokeweight="2.25pt"/>
            </w:pict>
          </mc:Fallback>
        </mc:AlternateContent>
      </w:r>
    </w:p>
    <w:p w:rsidR="00424F8D" w:rsidRPr="00424F8D" w:rsidRDefault="00C807BB" w:rsidP="00424F8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editId="560994A9">
                <wp:simplePos x="0" y="0"/>
                <wp:positionH relativeFrom="column">
                  <wp:posOffset>648970</wp:posOffset>
                </wp:positionH>
                <wp:positionV relativeFrom="paragraph">
                  <wp:posOffset>174625</wp:posOffset>
                </wp:positionV>
                <wp:extent cx="581660" cy="264160"/>
                <wp:effectExtent l="5715" t="11430" r="12700" b="10160"/>
                <wp:wrapNone/>
                <wp:docPr id="5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660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15EA" w:rsidRPr="009A08C9" w:rsidRDefault="00F115EA">
                            <w:pPr>
                              <w:ind w:left="0"/>
                              <w:rPr>
                                <w:sz w:val="22"/>
                                <w:szCs w:val="22"/>
                              </w:rPr>
                            </w:pPr>
                            <w:r w:rsidRPr="009A08C9">
                              <w:rPr>
                                <w:sz w:val="22"/>
                                <w:szCs w:val="22"/>
                              </w:rPr>
                              <w:t>Kunde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" o:spid="_x0000_s1028" type="#_x0000_t202" style="position:absolute;left:0;text-align:left;margin-left:51.1pt;margin-top:13.75pt;width:45.8pt;height:20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" strokecolor="white">
                <v:textbox>
                  <w:txbxContent>
                    <w:p w:rsidR="00F115EA" w:rsidRPr="009A08C9" w:rsidRDefault="00F115EA">
                      <w:pPr>
                        <w:ind w:left="0"/>
                        <w:rPr>
                          <w:sz w:val="22"/>
                          <w:szCs w:val="22"/>
                        </w:rPr>
                      </w:pPr>
                      <w:r w:rsidRPr="009A08C9">
                        <w:rPr>
                          <w:sz w:val="22"/>
                          <w:szCs w:val="22"/>
                        </w:rPr>
                        <w:t>Kunde</w:t>
                      </w:r>
                    </w:p>
                  </w:txbxContent>
                </v:textbox>
              </v:shape>
            </w:pict>
          </mc:Fallback>
        </mc:AlternateContent>
      </w:r>
      <w:r w:rsidR="00F115EA">
        <w:t xml:space="preserve">               </w:t>
      </w:r>
    </w:p>
    <w:p w:rsidR="00424F8D" w:rsidRPr="00424F8D" w:rsidRDefault="00C807BB" w:rsidP="00424F8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editId="4898F880">
                <wp:simplePos x="0" y="0"/>
                <wp:positionH relativeFrom="column">
                  <wp:posOffset>3481705</wp:posOffset>
                </wp:positionH>
                <wp:positionV relativeFrom="paragraph">
                  <wp:posOffset>34925</wp:posOffset>
                </wp:positionV>
                <wp:extent cx="2562225" cy="1351280"/>
                <wp:effectExtent l="14605" t="15875" r="13970" b="13970"/>
                <wp:wrapNone/>
                <wp:docPr id="4" name="Auto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1351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558ED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115EA" w:rsidRPr="0075023E" w:rsidRDefault="0075023E" w:rsidP="0075023E">
                            <w:pPr>
                              <w:rPr>
                                <w:rFonts w:ascii="Baskerville Old Face" w:hAnsi="Baskerville Old Face"/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t>Da</w:t>
                            </w:r>
                            <w:r w:rsidRPr="0075023E">
                              <w:rPr>
                                <w:rFonts w:ascii="Baskerville Old Face" w:hAnsi="Baskerville Old Face"/>
                                <w:i/>
                                <w:sz w:val="18"/>
                                <w:szCs w:val="18"/>
                              </w:rPr>
                              <w:t>D</w:t>
                            </w:r>
                            <w:proofErr w:type="spellEnd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Form 14" o:spid="_x0000_s1029" style="position:absolute;left:0;text-align:left;margin-left:274.15pt;margin-top:2.75pt;width:201.75pt;height:106.4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" filled="f" strokecolor="#558ed5" strokeweight="1.5pt">
                <v:textbox style="layout-flow:vertical">
                  <w:txbxContent>
                    <w:p w:rsidR="00F115EA" w:rsidRPr="0075023E" w:rsidRDefault="0075023E" w:rsidP="0075023E">
                      <w:pPr>
                        <w:rPr>
                          <w:rFonts w:ascii="Baskerville Old Face" w:hAnsi="Baskerville Old Face"/>
                          <w:i/>
                          <w:sz w:val="18"/>
                          <w:szCs w:val="18"/>
                        </w:rPr>
                      </w:pPr>
                      <w:proofErr w:type="spellStart"/>
                      <w:r>
                        <w:t>Da</w:t>
                      </w:r>
                      <w:r w:rsidRPr="0075023E">
                        <w:rPr>
                          <w:rFonts w:ascii="Baskerville Old Face" w:hAnsi="Baskerville Old Face"/>
                          <w:i/>
                          <w:sz w:val="18"/>
                          <w:szCs w:val="18"/>
                        </w:rPr>
                        <w:t>D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editId="2F822FED">
                <wp:simplePos x="0" y="0"/>
                <wp:positionH relativeFrom="column">
                  <wp:posOffset>-219075</wp:posOffset>
                </wp:positionH>
                <wp:positionV relativeFrom="paragraph">
                  <wp:posOffset>34925</wp:posOffset>
                </wp:positionV>
                <wp:extent cx="2593340" cy="1351280"/>
                <wp:effectExtent l="19050" t="15875" r="16510" b="23495"/>
                <wp:wrapNone/>
                <wp:docPr id="3" name="Auto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3340" cy="1351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93CB4" w:rsidRDefault="00D93CB4">
                            <w:pPr>
                              <w:ind w:left="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>Ulrich Schäfer-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t>Newiger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br/>
                              <w:t>Am Glockenbach 5</w:t>
                            </w:r>
                            <w:r>
                              <w:rPr>
                                <w:rFonts w:ascii="Arial" w:hAnsi="Arial" w:cs="Arial"/>
                                <w:sz w:val="27"/>
                                <w:szCs w:val="27"/>
                              </w:rPr>
                              <w:br/>
                              <w:t>80469 München</w:t>
                            </w:r>
                          </w:p>
                          <w:p w:rsidR="00043256" w:rsidRPr="00043256" w:rsidRDefault="00043256">
                            <w:pPr>
                              <w:ind w:left="0"/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Form 7" o:spid="_x0000_s1030" style="position:absolute;left:0;text-align:left;margin-left:-17.25pt;margin-top:2.75pt;width:204.2pt;height:106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" filled="f" strokecolor="#95b3d7" strokeweight="2.25pt">
                <v:textbox>
                  <w:txbxContent>
                    <w:p w:rsidR="00D93CB4" w:rsidRDefault="00D93CB4">
                      <w:pPr>
                        <w:ind w:left="0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7"/>
                          <w:szCs w:val="27"/>
                        </w:rPr>
                        <w:t>Ulrich Schäfer-</w:t>
                      </w:r>
                      <w:proofErr w:type="spellStart"/>
                      <w:r>
                        <w:rPr>
                          <w:rFonts w:ascii="Arial" w:hAnsi="Arial" w:cs="Arial"/>
                          <w:sz w:val="27"/>
                          <w:szCs w:val="27"/>
                        </w:rPr>
                        <w:t>Newiger</w:t>
                      </w:r>
                      <w:proofErr w:type="spellEnd"/>
                      <w:r>
                        <w:rPr>
                          <w:rFonts w:ascii="Arial" w:hAnsi="Arial" w:cs="Arial"/>
                          <w:sz w:val="27"/>
                          <w:szCs w:val="27"/>
                        </w:rPr>
                        <w:br/>
                        <w:t>Am Glockenbach 5</w:t>
                      </w:r>
                      <w:r>
                        <w:rPr>
                          <w:rFonts w:ascii="Arial" w:hAnsi="Arial" w:cs="Arial"/>
                          <w:sz w:val="27"/>
                          <w:szCs w:val="27"/>
                        </w:rPr>
                        <w:br/>
                        <w:t>80469 München</w:t>
                      </w:r>
                    </w:p>
                    <w:p w:rsidR="00043256" w:rsidRPr="00043256" w:rsidRDefault="00043256">
                      <w:pPr>
                        <w:ind w:left="0"/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5023E" w:rsidRDefault="0075023E" w:rsidP="0075023E">
      <w:pPr>
        <w:tabs>
          <w:tab w:val="left" w:pos="6096"/>
        </w:tabs>
        <w:ind w:left="1701" w:firstLine="459"/>
        <w:rPr>
          <w:sz w:val="22"/>
          <w:szCs w:val="22"/>
          <w:u w:val="single"/>
        </w:rPr>
      </w:pPr>
      <w:r>
        <w:tab/>
      </w:r>
      <w:r w:rsidRPr="0075023E">
        <w:rPr>
          <w:sz w:val="22"/>
          <w:szCs w:val="22"/>
        </w:rPr>
        <w:t>Datum</w:t>
      </w:r>
      <w:r>
        <w:rPr>
          <w:sz w:val="22"/>
          <w:szCs w:val="22"/>
        </w:rPr>
        <w:t xml:space="preserve">  </w:t>
      </w:r>
      <w:r w:rsidRPr="0075023E">
        <w:rPr>
          <w:sz w:val="22"/>
          <w:szCs w:val="22"/>
        </w:rPr>
        <w:t xml:space="preserve"> : </w:t>
      </w:r>
      <w:r w:rsidR="00EA7F35">
        <w:rPr>
          <w:sz w:val="22"/>
          <w:szCs w:val="22"/>
        </w:rPr>
        <w:t xml:space="preserve">    04.08</w:t>
      </w:r>
      <w:r w:rsidR="00D93CB4">
        <w:rPr>
          <w:sz w:val="22"/>
          <w:szCs w:val="22"/>
        </w:rPr>
        <w:t>.2011</w:t>
      </w:r>
    </w:p>
    <w:p w:rsidR="0075023E" w:rsidRDefault="0075023E" w:rsidP="0075023E">
      <w:pPr>
        <w:tabs>
          <w:tab w:val="left" w:pos="6237"/>
        </w:tabs>
        <w:ind w:left="6237" w:hanging="141"/>
        <w:rPr>
          <w:sz w:val="22"/>
          <w:szCs w:val="22"/>
          <w:u w:val="single"/>
        </w:rPr>
      </w:pPr>
    </w:p>
    <w:p w:rsidR="0075023E" w:rsidRPr="0075023E" w:rsidRDefault="0075023E" w:rsidP="0075023E">
      <w:pPr>
        <w:tabs>
          <w:tab w:val="left" w:pos="6237"/>
        </w:tabs>
        <w:ind w:left="6237" w:hanging="141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24F8D" w:rsidRPr="0075023E" w:rsidRDefault="00043256" w:rsidP="0075023E">
      <w:pPr>
        <w:tabs>
          <w:tab w:val="left" w:pos="6237"/>
        </w:tabs>
        <w:ind w:left="1701" w:firstLine="459"/>
        <w:rPr>
          <w:sz w:val="22"/>
          <w:szCs w:val="22"/>
          <w:u w:val="single"/>
        </w:rPr>
      </w:pPr>
      <w:r>
        <w:rPr>
          <w:noProof/>
          <w:sz w:val="22"/>
          <w:szCs w:val="22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58BA5911" wp14:editId="7FF7C50D">
                <wp:simplePos x="0" y="0"/>
                <wp:positionH relativeFrom="column">
                  <wp:posOffset>-147320</wp:posOffset>
                </wp:positionH>
                <wp:positionV relativeFrom="paragraph">
                  <wp:posOffset>7174865</wp:posOffset>
                </wp:positionV>
                <wp:extent cx="6048000" cy="439200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8000" cy="43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3CB4" w:rsidRDefault="00D93CB4" w:rsidP="00043256">
                            <w:pPr>
                              <w:pStyle w:val="KeinLeerraum"/>
                              <w:ind w:left="0"/>
                            </w:pPr>
                            <w:r>
                              <w:t>Hans-Hermann Radert</w:t>
                            </w:r>
                            <w:r w:rsidR="006F0B84">
                              <w:tab/>
                              <w:t xml:space="preserve">      Deutsche Bank</w:t>
                            </w:r>
                            <w:r w:rsidR="006F0B84">
                              <w:tab/>
                            </w:r>
                          </w:p>
                          <w:p w:rsidR="00043256" w:rsidRPr="00043256" w:rsidRDefault="00043256" w:rsidP="00043256">
                            <w:pPr>
                              <w:pStyle w:val="KeinLeerraum"/>
                              <w:ind w:left="0"/>
                            </w:pPr>
                            <w:proofErr w:type="spellStart"/>
                            <w:r w:rsidRPr="00043256">
                              <w:t>Kto</w:t>
                            </w:r>
                            <w:proofErr w:type="spellEnd"/>
                            <w:r>
                              <w:t xml:space="preserve"> :</w:t>
                            </w:r>
                            <w:r w:rsidR="006F0B84">
                              <w:t xml:space="preserve"> 6196075</w:t>
                            </w:r>
                            <w:r>
                              <w:t xml:space="preserve">                             </w:t>
                            </w:r>
                            <w:r w:rsidRPr="00043256">
                              <w:t>BZL:</w:t>
                            </w:r>
                            <w:r w:rsidRPr="00043256">
                              <w:tab/>
                            </w:r>
                            <w:r w:rsidR="006F0B84">
                              <w:t>38070724</w:t>
                            </w:r>
                          </w:p>
                          <w:p w:rsidR="00043256" w:rsidRPr="00043256" w:rsidRDefault="00043256" w:rsidP="00043256">
                            <w:pPr>
                              <w:pStyle w:val="KeinLeerraum"/>
                              <w:ind w:left="0"/>
                            </w:pPr>
                            <w:r w:rsidRPr="00043256">
                              <w:tab/>
                            </w:r>
                            <w:r>
                              <w:t xml:space="preserve">                      </w:t>
                            </w:r>
                            <w:r w:rsidRPr="00043256">
                              <w:tab/>
                            </w:r>
                            <w:r>
                              <w:t xml:space="preserve">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31" type="#_x0000_t202" style="position:absolute;left:0;text-align:left;margin-left:-11.6pt;margin-top:564.95pt;width:476.2pt;height:34.6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" filled="f" stroked="f" strokeweight=".5pt">
                <v:textbox>
                  <w:txbxContent>
                    <w:p w:rsidR="00D93CB4" w:rsidRDefault="00D93CB4" w:rsidP="00043256">
                      <w:pPr>
                        <w:pStyle w:val="KeinLeerraum"/>
                        <w:ind w:left="0"/>
                      </w:pPr>
                      <w:r>
                        <w:t>Hans-Hermann Radert</w:t>
                      </w:r>
                      <w:r w:rsidR="006F0B84">
                        <w:tab/>
                        <w:t xml:space="preserve">      Deutsche Bank</w:t>
                      </w:r>
                      <w:bookmarkStart w:id="1" w:name="_GoBack"/>
                      <w:bookmarkEnd w:id="1"/>
                      <w:r w:rsidR="006F0B84">
                        <w:tab/>
                      </w:r>
                    </w:p>
                    <w:p w:rsidR="00043256" w:rsidRPr="00043256" w:rsidRDefault="00043256" w:rsidP="00043256">
                      <w:pPr>
                        <w:pStyle w:val="KeinLeerraum"/>
                        <w:ind w:left="0"/>
                      </w:pPr>
                      <w:proofErr w:type="spellStart"/>
                      <w:r w:rsidRPr="00043256">
                        <w:t>Kto</w:t>
                      </w:r>
                      <w:proofErr w:type="spellEnd"/>
                      <w:r>
                        <w:t xml:space="preserve"> :</w:t>
                      </w:r>
                      <w:r w:rsidR="006F0B84">
                        <w:t xml:space="preserve"> 6196075</w:t>
                      </w:r>
                      <w:r>
                        <w:t xml:space="preserve">                             </w:t>
                      </w:r>
                      <w:r w:rsidRPr="00043256">
                        <w:t>BZL:</w:t>
                      </w:r>
                      <w:r w:rsidRPr="00043256">
                        <w:tab/>
                      </w:r>
                      <w:r w:rsidR="006F0B84">
                        <w:t>38070724</w:t>
                      </w:r>
                    </w:p>
                    <w:p w:rsidR="00043256" w:rsidRPr="00043256" w:rsidRDefault="00043256" w:rsidP="00043256">
                      <w:pPr>
                        <w:pStyle w:val="KeinLeerraum"/>
                        <w:ind w:left="0"/>
                      </w:pPr>
                      <w:r w:rsidRPr="00043256">
                        <w:tab/>
                      </w:r>
                      <w:r>
                        <w:t xml:space="preserve">                      </w:t>
                      </w:r>
                      <w:r w:rsidRPr="00043256">
                        <w:tab/>
                      </w:r>
                      <w:r>
                        <w:t xml:space="preserve">                      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807BB">
        <w:rPr>
          <w:noProof/>
          <w:sz w:val="22"/>
          <w:szCs w:val="22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F4F88CB" wp14:editId="093FC45E">
                <wp:simplePos x="0" y="0"/>
                <wp:positionH relativeFrom="column">
                  <wp:posOffset>-219075</wp:posOffset>
                </wp:positionH>
                <wp:positionV relativeFrom="paragraph">
                  <wp:posOffset>7127240</wp:posOffset>
                </wp:positionV>
                <wp:extent cx="6358255" cy="485775"/>
                <wp:effectExtent l="23495" t="19050" r="19050" b="19050"/>
                <wp:wrapNone/>
                <wp:docPr id="2" name="Auto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255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 cap="flat" cmpd="sng" algn="ctr">
                          <a:solidFill>
                            <a:srgbClr val="95B3D7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Form 16" o:spid="_x0000_s1026" style="position:absolute;margin-left:-17.25pt;margin-top:561.2pt;width:500.65pt;height:38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" filled="f" strokecolor="#95b3d7" strokeweight="2.25pt"/>
            </w:pict>
          </mc:Fallback>
        </mc:AlternateContent>
      </w:r>
      <w:r w:rsidR="00C807BB">
        <w:rPr>
          <w:noProof/>
          <w:sz w:val="22"/>
          <w:szCs w:val="22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7F1C563" wp14:editId="712E4080">
                <wp:simplePos x="0" y="0"/>
                <wp:positionH relativeFrom="column">
                  <wp:posOffset>-142875</wp:posOffset>
                </wp:positionH>
                <wp:positionV relativeFrom="paragraph">
                  <wp:posOffset>488315</wp:posOffset>
                </wp:positionV>
                <wp:extent cx="6186805" cy="6391275"/>
                <wp:effectExtent l="23495" t="19050" r="19050" b="19050"/>
                <wp:wrapNone/>
                <wp:docPr id="1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6805" cy="6391275"/>
                        </a:xfrm>
                        <a:prstGeom prst="rect">
                          <a:avLst/>
                        </a:prstGeom>
                        <a:noFill/>
                        <a:ln w="28575" algn="ctr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4981" w:type="pct"/>
                              <w:tblBorders>
                                <w:top w:val="single" w:sz="2" w:space="0" w:color="B8CCE4" w:themeColor="accent1" w:themeTint="66"/>
                                <w:left w:val="single" w:sz="2" w:space="0" w:color="B8CCE4" w:themeColor="accent1" w:themeTint="66"/>
                                <w:bottom w:val="single" w:sz="2" w:space="0" w:color="B8CCE4" w:themeColor="accent1" w:themeTint="66"/>
                                <w:right w:val="single" w:sz="2" w:space="0" w:color="B8CCE4" w:themeColor="accent1" w:themeTint="66"/>
                                <w:insideH w:val="single" w:sz="2" w:space="0" w:color="B8CCE4" w:themeColor="accent1" w:themeTint="66"/>
                                <w:insideV w:val="single" w:sz="2" w:space="0" w:color="B8CCE4" w:themeColor="accent1" w:themeTint="6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57"/>
                              <w:gridCol w:w="4278"/>
                              <w:gridCol w:w="304"/>
                              <w:gridCol w:w="534"/>
                              <w:gridCol w:w="1470"/>
                              <w:gridCol w:w="1662"/>
                            </w:tblGrid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 w:rsidRPr="009A08C9">
                                    <w:t>Posten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 w:rsidRPr="009A08C9">
                                    <w:t>Bezeichnung</w:t>
                                  </w: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 w:rsidRPr="009A08C9">
                                    <w:t>Menge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 w:rsidRPr="009A08C9">
                                    <w:t>Preis</w:t>
                                  </w: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 w:rsidRPr="009A08C9">
                                    <w:t>Gesamt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bookmarkStart w:id="0" w:name="_Hlk300255443"/>
                                  <w:r w:rsidRPr="009A08C9"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bestell.html</w:t>
                                  </w: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6307C3" w:rsidP="00D93CB4">
                                  <w:pPr>
                                    <w:ind w:left="0"/>
                                  </w:pPr>
                                  <w:r>
                                    <w:t>25</w:t>
                                  </w:r>
                                  <w:r w:rsidRPr="009A08C9">
                                    <w:t xml:space="preserve">,00 Euro </w:t>
                                  </w: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25</w:t>
                                  </w: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,00 Euro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links.html</w:t>
                                  </w: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25,00 Euro</w:t>
                                  </w: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25</w:t>
                                  </w: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,00 Euro                          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Default="006307C3" w:rsidP="009A08C9">
                                  <w:pPr>
                                    <w:ind w:left="0"/>
                                  </w:pPr>
                                  <w:r>
                                    <w:t>torsoueber.html (noch kein Text,</w:t>
                                  </w:r>
                                </w:p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bitte noch liefern) Wir über uns</w:t>
                                  </w: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D93CB4" w:rsidRDefault="006307C3" w:rsidP="009A08C9">
                                  <w:pPr>
                                    <w:ind w:left="0"/>
                                  </w:pPr>
                                  <w:r w:rsidRPr="00D93CB4">
                                    <w:rPr>
                                      <w:bCs/>
                                    </w:rPr>
                                    <w:t>25,00 Euro</w:t>
                                  </w: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25</w:t>
                                  </w: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,00 Euro                           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Lyrik.html</w:t>
                                  </w: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 w:rsidRPr="00D93CB4">
                                    <w:rPr>
                                      <w:bCs/>
                                    </w:rPr>
                                    <w:t>25,00 Euro</w:t>
                                  </w: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25</w:t>
                                  </w: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,00 Euro                            </w:t>
                                  </w: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                     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Essay.html</w:t>
                                  </w: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 w:rsidRPr="00D93CB4">
                                    <w:rPr>
                                      <w:bCs/>
                                    </w:rPr>
                                    <w:t>25,00 Euro</w:t>
                                  </w: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25</w:t>
                                  </w: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,00 Euro                            </w:t>
                                  </w: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                          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Prosa.html</w:t>
                                  </w: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 w:rsidRPr="00D93CB4">
                                    <w:rPr>
                                      <w:bCs/>
                                    </w:rPr>
                                    <w:t>25,00 Euro</w:t>
                                  </w: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25</w:t>
                                  </w: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,00 Euro                           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Graphik.html</w:t>
                                  </w: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 w:rsidRPr="00D93CB4">
                                    <w:rPr>
                                      <w:bCs/>
                                    </w:rPr>
                                    <w:t>25,00 Euro</w:t>
                                  </w: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25</w:t>
                                  </w: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,00 Euro                            </w:t>
                                  </w: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                           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Nachruf.html</w:t>
                                  </w: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25,00</w:t>
                                  </w:r>
                                  <w:r w:rsidR="00B852DE">
                                    <w:t xml:space="preserve"> </w:t>
                                  </w:r>
                                  <w:r>
                                    <w:t>Euro</w:t>
                                  </w: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25</w:t>
                                  </w: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,00 Euro                            </w:t>
                                  </w: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                           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Torso-archiv.html</w:t>
                                  </w: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25,00</w:t>
                                  </w:r>
                                  <w:r w:rsidR="00B852DE">
                                    <w:t xml:space="preserve"> </w:t>
                                  </w:r>
                                  <w:r>
                                    <w:t>Euro</w:t>
                                  </w: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25,00</w:t>
                                  </w:r>
                                  <w:r w:rsidR="00B852DE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Euro</w:t>
                                  </w: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                           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Torso-Ausgaben-Seiten</w:t>
                                  </w: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3C3BB5" w:rsidP="009A08C9">
                                  <w:pPr>
                                    <w:ind w:left="0"/>
                                  </w:pPr>
                                  <w:r>
                                    <w:t xml:space="preserve">  3,50 Euro</w:t>
                                  </w: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3C3BB5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63,00 Euro</w:t>
                                  </w:r>
                                  <w:r w:rsidR="006307C3" w:rsidRPr="009A08C9">
                                    <w:rPr>
                                      <w:b/>
                                      <w:bCs/>
                                    </w:rPr>
                                    <w:t xml:space="preserve">                           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Lyrik-Leseproben</w:t>
                                  </w: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3C3BB5" w:rsidP="009A08C9">
                                  <w:pPr>
                                    <w:ind w:left="0"/>
                                  </w:pPr>
                                  <w:r>
                                    <w:t xml:space="preserve">  </w:t>
                                  </w:r>
                                  <w:r>
                                    <w:t>3,50 Euro</w:t>
                                  </w: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3C3BB5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77,00 Euro</w:t>
                                  </w:r>
                                  <w:r w:rsidR="006307C3" w:rsidRPr="009A08C9">
                                    <w:rPr>
                                      <w:b/>
                                      <w:bCs/>
                                    </w:rPr>
                                    <w:t xml:space="preserve">                           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Prosa-Leseproben</w:t>
                                  </w: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3C3BB5" w:rsidP="009A08C9">
                                  <w:pPr>
                                    <w:ind w:left="0"/>
                                  </w:pPr>
                                  <w:r>
                                    <w:t xml:space="preserve">  </w:t>
                                  </w:r>
                                  <w:r>
                                    <w:t>3,50 Euro</w:t>
                                  </w: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3C3BB5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129.50 Euro</w:t>
                                  </w:r>
                                  <w:r w:rsidR="006307C3" w:rsidRPr="009A08C9">
                                    <w:rPr>
                                      <w:b/>
                                      <w:bCs/>
                                    </w:rPr>
                                    <w:t xml:space="preserve">                           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Essay-Leseproben</w:t>
                                  </w: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3C3BB5" w:rsidP="009A08C9">
                                  <w:pPr>
                                    <w:ind w:left="0"/>
                                  </w:pPr>
                                  <w:r>
                                    <w:t xml:space="preserve">  </w:t>
                                  </w:r>
                                  <w:r>
                                    <w:t>3,50 Euro</w:t>
                                  </w: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3C3BB5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101,50 Euro</w:t>
                                  </w:r>
                                  <w:r w:rsidR="006307C3" w:rsidRPr="009A08C9">
                                    <w:rPr>
                                      <w:b/>
                                      <w:bCs/>
                                    </w:rPr>
                                    <w:t xml:space="preserve">                           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Graphik-Proben</w:t>
                                  </w: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  <w: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3C3BB5" w:rsidP="009A08C9">
                                  <w:pPr>
                                    <w:ind w:left="0"/>
                                  </w:pPr>
                                  <w:r>
                                    <w:t xml:space="preserve">  </w:t>
                                  </w:r>
                                  <w:r>
                                    <w:t>3,50 Euro</w:t>
                                  </w: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3C3BB5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21,00 Euro</w:t>
                                  </w:r>
                                  <w:r w:rsidR="006307C3" w:rsidRPr="009A08C9">
                                    <w:rPr>
                                      <w:b/>
                                      <w:bCs/>
                                    </w:rPr>
                                    <w:t xml:space="preserve">                            </w:t>
                                  </w:r>
                                </w:p>
                              </w:tc>
                            </w:tr>
                            <w:bookmarkEnd w:id="0"/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  <w: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Default="006307C3" w:rsidP="009A08C9">
                                  <w:pPr>
                                    <w:ind w:left="0"/>
                                  </w:pPr>
                                  <w:r>
                                    <w:t>Alle  noch mög</w:t>
                                  </w:r>
                                  <w:r w:rsidR="00B852DE">
                                    <w:t xml:space="preserve">lichen auftauchenden Fehler , </w:t>
                                  </w:r>
                                </w:p>
                                <w:p w:rsidR="00B852DE" w:rsidRPr="009A08C9" w:rsidRDefault="00B852DE" w:rsidP="00B852DE">
                                  <w:pPr>
                                    <w:ind w:left="0"/>
                                  </w:pPr>
                                  <w:r>
                                    <w:t xml:space="preserve">Beendigung des  Wettbewerbs usw. incl. </w:t>
                                  </w:r>
                                  <w:bookmarkStart w:id="1" w:name="_GoBack"/>
                                  <w:bookmarkEnd w:id="1"/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        </w:t>
                                  </w:r>
                                  <w:r w:rsidR="00B852DE">
                                    <w:rPr>
                                      <w:b/>
                                      <w:bCs/>
                                    </w:rPr>
                                    <w:t>0</w:t>
                                  </w:r>
                                  <w:r w:rsidR="003C3BB5">
                                    <w:rPr>
                                      <w:b/>
                                      <w:bCs/>
                                    </w:rPr>
                                    <w:t>,00 Euro</w:t>
                                  </w: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                   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70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9A08C9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34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255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436" w:type="pct"/>
                                  <w:gridSpan w:val="2"/>
                                  <w:noWrap/>
                                  <w:hideMark/>
                                </w:tcPr>
                                <w:p w:rsidR="006307C3" w:rsidRPr="009A08C9" w:rsidRDefault="003C3BB5" w:rsidP="00B852DE">
                                  <w:pPr>
                                    <w:ind w:left="0"/>
                                    <w:jc w:val="right"/>
                                  </w:pPr>
                                  <w:r>
                                    <w:t>121</w:t>
                                  </w:r>
                                </w:p>
                              </w:tc>
                              <w:tc>
                                <w:tcPr>
                                  <w:tcW w:w="765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3C3BB5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</w:rPr>
                                    <w:t>617</w:t>
                                  </w:r>
                                  <w:r w:rsidR="00B852DE">
                                    <w:rPr>
                                      <w:b/>
                                      <w:bCs/>
                                    </w:rPr>
                                    <w:t xml:space="preserve"> Euro</w:t>
                                  </w:r>
                                  <w:r w:rsidR="006307C3" w:rsidRPr="009A08C9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gridAfter w:val="3"/>
                                <w:wAfter w:w="1908" w:type="pct"/>
                                <w:trHeight w:val="300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158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  <w:tr w:rsidR="006307C3" w:rsidRPr="009A08C9" w:rsidTr="00B852DE">
                              <w:trPr>
                                <w:trHeight w:val="300"/>
                              </w:trPr>
                              <w:tc>
                                <w:tcPr>
                                  <w:tcW w:w="706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2227" w:type="pct"/>
                                  <w:noWrap/>
                                  <w:hideMark/>
                                </w:tcPr>
                                <w:p w:rsidR="006307C3" w:rsidRPr="009A08C9" w:rsidRDefault="006307C3" w:rsidP="009A08C9">
                                  <w:pPr>
                                    <w:ind w:left="0"/>
                                  </w:pPr>
                                </w:p>
                              </w:tc>
                              <w:tc>
                                <w:tcPr>
                                  <w:tcW w:w="1201" w:type="pct"/>
                                  <w:gridSpan w:val="3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865" w:type="pct"/>
                                  <w:noWrap/>
                                  <w:hideMark/>
                                </w:tcPr>
                                <w:p w:rsidR="006307C3" w:rsidRPr="009A08C9" w:rsidRDefault="006307C3" w:rsidP="00B852DE">
                                  <w:pPr>
                                    <w:ind w:left="0"/>
                                    <w:jc w:val="right"/>
                                    <w:rPr>
                                      <w:b/>
                                      <w:bCs/>
                                      <w:u w:val="double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u w:val="double"/>
                                    </w:rPr>
                                    <w:t>75,00 Euro</w:t>
                                  </w:r>
                                </w:p>
                              </w:tc>
                            </w:tr>
                          </w:tbl>
                          <w:p w:rsidR="0075023E" w:rsidRDefault="0075023E">
                            <w:pPr>
                              <w:ind w:left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32" type="#_x0000_t202" style="position:absolute;left:0;text-align:left;margin-left:-11.25pt;margin-top:38.45pt;width:487.15pt;height:503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" filled="f" strokecolor="#95b3d7" strokeweight="2.25pt">
                <v:textbox>
                  <w:txbxContent>
                    <w:tbl>
                      <w:tblPr>
                        <w:tblStyle w:val="Tabellenraster"/>
                        <w:tblW w:w="4981" w:type="pct"/>
                        <w:tblBorders>
                          <w:top w:val="single" w:sz="2" w:space="0" w:color="B8CCE4" w:themeColor="accent1" w:themeTint="66"/>
                          <w:left w:val="single" w:sz="2" w:space="0" w:color="B8CCE4" w:themeColor="accent1" w:themeTint="66"/>
                          <w:bottom w:val="single" w:sz="2" w:space="0" w:color="B8CCE4" w:themeColor="accent1" w:themeTint="66"/>
                          <w:right w:val="single" w:sz="2" w:space="0" w:color="B8CCE4" w:themeColor="accent1" w:themeTint="66"/>
                          <w:insideH w:val="single" w:sz="2" w:space="0" w:color="B8CCE4" w:themeColor="accent1" w:themeTint="66"/>
                          <w:insideV w:val="single" w:sz="2" w:space="0" w:color="B8CCE4" w:themeColor="accent1" w:themeTint="6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57"/>
                        <w:gridCol w:w="4278"/>
                        <w:gridCol w:w="304"/>
                        <w:gridCol w:w="534"/>
                        <w:gridCol w:w="1470"/>
                        <w:gridCol w:w="1662"/>
                      </w:tblGrid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 w:rsidRPr="009A08C9">
                              <w:t>Posten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 w:rsidRPr="009A08C9">
                              <w:t>Bezeichnung</w:t>
                            </w: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 w:rsidRPr="009A08C9">
                              <w:t>Menge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 w:rsidRPr="009A08C9">
                              <w:t>Preis</w:t>
                            </w: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 w:rsidRPr="009A08C9">
                              <w:t>Gesamt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bookmarkStart w:id="2" w:name="_Hlk300255443"/>
                            <w:r w:rsidRPr="009A08C9">
                              <w:t>1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bestell.html</w:t>
                            </w: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6307C3" w:rsidP="00D93CB4">
                            <w:pPr>
                              <w:ind w:left="0"/>
                            </w:pPr>
                            <w:r>
                              <w:t>25</w:t>
                            </w:r>
                            <w:r w:rsidRPr="009A08C9">
                              <w:t xml:space="preserve">,00 Euro </w:t>
                            </w: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25</w:t>
                            </w:r>
                            <w:r w:rsidRPr="009A08C9">
                              <w:rPr>
                                <w:b/>
                                <w:bCs/>
                              </w:rPr>
                              <w:t xml:space="preserve">,00 Euro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links.html</w:t>
                            </w: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25,00 Euro</w:t>
                            </w: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25</w:t>
                            </w:r>
                            <w:r w:rsidRPr="009A08C9">
                              <w:rPr>
                                <w:b/>
                                <w:bCs/>
                              </w:rPr>
                              <w:t xml:space="preserve">,00 Euro                          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3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Default="006307C3" w:rsidP="009A08C9">
                            <w:pPr>
                              <w:ind w:left="0"/>
                            </w:pPr>
                            <w:r>
                              <w:t>torsoueber.html (noch kein Text,</w:t>
                            </w:r>
                          </w:p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bitte noch liefern) Wir über uns</w:t>
                            </w: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D93CB4" w:rsidRDefault="006307C3" w:rsidP="009A08C9">
                            <w:pPr>
                              <w:ind w:left="0"/>
                            </w:pPr>
                            <w:r w:rsidRPr="00D93CB4">
                              <w:rPr>
                                <w:bCs/>
                              </w:rPr>
                              <w:t>25,00 Euro</w:t>
                            </w: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25</w:t>
                            </w:r>
                            <w:r w:rsidRPr="009A08C9">
                              <w:rPr>
                                <w:b/>
                                <w:bCs/>
                              </w:rPr>
                              <w:t xml:space="preserve">,00 Euro                           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4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Lyrik.html</w:t>
                            </w: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 w:rsidRPr="00D93CB4">
                              <w:rPr>
                                <w:bCs/>
                              </w:rPr>
                              <w:t>25,00 Euro</w:t>
                            </w: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25</w:t>
                            </w:r>
                            <w:r w:rsidRPr="009A08C9">
                              <w:rPr>
                                <w:b/>
                                <w:bCs/>
                              </w:rPr>
                              <w:t xml:space="preserve">,00 Euro                            </w:t>
                            </w:r>
                            <w:r w:rsidRPr="009A08C9">
                              <w:rPr>
                                <w:b/>
                                <w:bCs/>
                              </w:rPr>
                              <w:t xml:space="preserve">                     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5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Essay.html</w:t>
                            </w: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 w:rsidRPr="00D93CB4">
                              <w:rPr>
                                <w:bCs/>
                              </w:rPr>
                              <w:t>25,00 Euro</w:t>
                            </w: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25</w:t>
                            </w:r>
                            <w:r w:rsidRPr="009A08C9">
                              <w:rPr>
                                <w:b/>
                                <w:bCs/>
                              </w:rPr>
                              <w:t xml:space="preserve">,00 Euro                            </w:t>
                            </w:r>
                            <w:r w:rsidRPr="009A08C9">
                              <w:rPr>
                                <w:b/>
                                <w:bCs/>
                              </w:rPr>
                              <w:t xml:space="preserve">                          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Prosa.html</w:t>
                            </w: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 w:rsidRPr="00D93CB4">
                              <w:rPr>
                                <w:bCs/>
                              </w:rPr>
                              <w:t>25,00 Euro</w:t>
                            </w: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25</w:t>
                            </w:r>
                            <w:r w:rsidRPr="009A08C9">
                              <w:rPr>
                                <w:b/>
                                <w:bCs/>
                              </w:rPr>
                              <w:t xml:space="preserve">,00 Euro                           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7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Graphik.html</w:t>
                            </w: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 w:rsidRPr="00D93CB4">
                              <w:rPr>
                                <w:bCs/>
                              </w:rPr>
                              <w:t>25,00 Euro</w:t>
                            </w: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25</w:t>
                            </w:r>
                            <w:r w:rsidRPr="009A08C9">
                              <w:rPr>
                                <w:b/>
                                <w:bCs/>
                              </w:rPr>
                              <w:t xml:space="preserve">,00 Euro                            </w:t>
                            </w:r>
                            <w:r w:rsidRPr="009A08C9">
                              <w:rPr>
                                <w:b/>
                                <w:bCs/>
                              </w:rPr>
                              <w:t xml:space="preserve">                           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8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Nachruf.html</w:t>
                            </w: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25,00</w:t>
                            </w:r>
                            <w:r w:rsidR="00B852DE">
                              <w:t xml:space="preserve"> </w:t>
                            </w:r>
                            <w:r>
                              <w:t>Euro</w:t>
                            </w: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25</w:t>
                            </w:r>
                            <w:r w:rsidRPr="009A08C9">
                              <w:rPr>
                                <w:b/>
                                <w:bCs/>
                              </w:rPr>
                              <w:t xml:space="preserve">,00 Euro                            </w:t>
                            </w:r>
                            <w:r w:rsidRPr="009A08C9">
                              <w:rPr>
                                <w:b/>
                                <w:bCs/>
                              </w:rPr>
                              <w:t xml:space="preserve">                           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9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Torso-archiv.html</w:t>
                            </w: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25,00</w:t>
                            </w:r>
                            <w:r w:rsidR="00B852DE">
                              <w:t xml:space="preserve"> </w:t>
                            </w:r>
                            <w:r>
                              <w:t>Euro</w:t>
                            </w: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25,00</w:t>
                            </w:r>
                            <w:r w:rsidR="00B852DE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Euro</w:t>
                            </w:r>
                            <w:r w:rsidRPr="009A08C9">
                              <w:rPr>
                                <w:b/>
                                <w:bCs/>
                              </w:rPr>
                              <w:t xml:space="preserve">                           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10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Torso-Ausgaben-Seiten</w:t>
                            </w: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>
                              <w:t>18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3C3BB5" w:rsidP="009A08C9">
                            <w:pPr>
                              <w:ind w:left="0"/>
                            </w:pPr>
                            <w:r>
                              <w:t xml:space="preserve">  3,50 Euro</w:t>
                            </w: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3C3BB5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63,00 Euro</w:t>
                            </w:r>
                            <w:r w:rsidR="006307C3" w:rsidRPr="009A08C9">
                              <w:rPr>
                                <w:b/>
                                <w:bCs/>
                              </w:rPr>
                              <w:t xml:space="preserve">                           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11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Lyrik-Leseproben</w:t>
                            </w: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>
                              <w:t>22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3C3BB5" w:rsidP="009A08C9">
                            <w:pPr>
                              <w:ind w:left="0"/>
                            </w:pPr>
                            <w:r>
                              <w:t xml:space="preserve">  </w:t>
                            </w:r>
                            <w:r>
                              <w:t>3,50 Euro</w:t>
                            </w: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3C3BB5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77,00 Euro</w:t>
                            </w:r>
                            <w:r w:rsidR="006307C3" w:rsidRPr="009A08C9">
                              <w:rPr>
                                <w:b/>
                                <w:bCs/>
                              </w:rPr>
                              <w:t xml:space="preserve">                           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12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Prosa-Leseproben</w:t>
                            </w: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>
                              <w:t>37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3C3BB5" w:rsidP="009A08C9">
                            <w:pPr>
                              <w:ind w:left="0"/>
                            </w:pPr>
                            <w:r>
                              <w:t xml:space="preserve">  </w:t>
                            </w:r>
                            <w:r>
                              <w:t>3,50 Euro</w:t>
                            </w: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3C3BB5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129.50 Euro</w:t>
                            </w:r>
                            <w:r w:rsidR="006307C3" w:rsidRPr="009A08C9">
                              <w:rPr>
                                <w:b/>
                                <w:bCs/>
                              </w:rPr>
                              <w:t xml:space="preserve">                           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13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Essay-Leseproben</w:t>
                            </w: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>
                              <w:t>29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3C3BB5" w:rsidP="009A08C9">
                            <w:pPr>
                              <w:ind w:left="0"/>
                            </w:pPr>
                            <w:r>
                              <w:t xml:space="preserve">  </w:t>
                            </w:r>
                            <w:r>
                              <w:t>3,50 Euro</w:t>
                            </w: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3C3BB5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101,50 Euro</w:t>
                            </w:r>
                            <w:r w:rsidR="006307C3" w:rsidRPr="009A08C9">
                              <w:rPr>
                                <w:b/>
                                <w:bCs/>
                              </w:rPr>
                              <w:t xml:space="preserve">                           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14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Graphik-Proben</w:t>
                            </w: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  <w:r>
                              <w:t>6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3C3BB5" w:rsidP="009A08C9">
                            <w:pPr>
                              <w:ind w:left="0"/>
                            </w:pPr>
                            <w:r>
                              <w:t xml:space="preserve">  </w:t>
                            </w:r>
                            <w:r>
                              <w:t>3,50 Euro</w:t>
                            </w: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3C3BB5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21,00 Euro</w:t>
                            </w:r>
                            <w:r w:rsidR="006307C3" w:rsidRPr="009A08C9">
                              <w:rPr>
                                <w:b/>
                                <w:bCs/>
                              </w:rPr>
                              <w:t xml:space="preserve">                            </w:t>
                            </w:r>
                          </w:p>
                        </w:tc>
                      </w:tr>
                      <w:bookmarkEnd w:id="2"/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  <w:r>
                              <w:t>15</w:t>
                            </w: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Default="006307C3" w:rsidP="009A08C9">
                            <w:pPr>
                              <w:ind w:left="0"/>
                            </w:pPr>
                            <w:r>
                              <w:t>Alle  noch mög</w:t>
                            </w:r>
                            <w:r w:rsidR="00B852DE">
                              <w:t xml:space="preserve">lichen auftauchenden Fehler , </w:t>
                            </w:r>
                          </w:p>
                          <w:p w:rsidR="00B852DE" w:rsidRPr="009A08C9" w:rsidRDefault="00B852DE" w:rsidP="00B852DE">
                            <w:pPr>
                              <w:ind w:left="0"/>
                            </w:pPr>
                            <w:r>
                              <w:t xml:space="preserve">Beendigung des  Wettbewerbs usw. incl. </w:t>
                            </w:r>
                            <w:bookmarkStart w:id="3" w:name="_GoBack"/>
                            <w:bookmarkEnd w:id="3"/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9A08C9">
                              <w:rPr>
                                <w:b/>
                                <w:bCs/>
                              </w:rPr>
                              <w:t xml:space="preserve">        </w:t>
                            </w:r>
                            <w:r w:rsidR="00B852DE">
                              <w:rPr>
                                <w:b/>
                                <w:bCs/>
                              </w:rPr>
                              <w:t>0</w:t>
                            </w:r>
                            <w:r w:rsidR="003C3BB5">
                              <w:rPr>
                                <w:b/>
                                <w:bCs/>
                              </w:rPr>
                              <w:t>,00 Euro</w:t>
                            </w:r>
                            <w:r w:rsidRPr="009A08C9">
                              <w:rPr>
                                <w:b/>
                                <w:bCs/>
                              </w:rPr>
                              <w:t xml:space="preserve">                   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270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 w:rsidRPr="009A08C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trHeight w:val="34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</w:tc>
                      </w:tr>
                      <w:tr w:rsidR="006307C3" w:rsidRPr="009A08C9" w:rsidTr="00B852DE">
                        <w:trPr>
                          <w:trHeight w:val="255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436" w:type="pct"/>
                            <w:gridSpan w:val="2"/>
                            <w:noWrap/>
                            <w:hideMark/>
                          </w:tcPr>
                          <w:p w:rsidR="006307C3" w:rsidRPr="009A08C9" w:rsidRDefault="003C3BB5" w:rsidP="00B852DE">
                            <w:pPr>
                              <w:ind w:left="0"/>
                              <w:jc w:val="right"/>
                            </w:pPr>
                            <w:r>
                              <w:t>121</w:t>
                            </w:r>
                          </w:p>
                        </w:tc>
                        <w:tc>
                          <w:tcPr>
                            <w:tcW w:w="765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3C3BB5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617</w:t>
                            </w:r>
                            <w:r w:rsidR="00B852DE">
                              <w:rPr>
                                <w:b/>
                                <w:bCs/>
                              </w:rPr>
                              <w:t xml:space="preserve"> Euro</w:t>
                            </w:r>
                            <w:r w:rsidR="006307C3" w:rsidRPr="009A08C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</w:tc>
                      </w:tr>
                      <w:tr w:rsidR="006307C3" w:rsidRPr="009A08C9" w:rsidTr="00B852DE">
                        <w:trPr>
                          <w:gridAfter w:val="3"/>
                          <w:wAfter w:w="1908" w:type="pct"/>
                          <w:trHeight w:val="300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158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</w:tc>
                      </w:tr>
                      <w:tr w:rsidR="006307C3" w:rsidRPr="009A08C9" w:rsidTr="00B852DE">
                        <w:trPr>
                          <w:trHeight w:val="300"/>
                        </w:trPr>
                        <w:tc>
                          <w:tcPr>
                            <w:tcW w:w="706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2227" w:type="pct"/>
                            <w:noWrap/>
                            <w:hideMark/>
                          </w:tcPr>
                          <w:p w:rsidR="006307C3" w:rsidRPr="009A08C9" w:rsidRDefault="006307C3" w:rsidP="009A08C9">
                            <w:pPr>
                              <w:ind w:left="0"/>
                            </w:pPr>
                          </w:p>
                        </w:tc>
                        <w:tc>
                          <w:tcPr>
                            <w:tcW w:w="1201" w:type="pct"/>
                            <w:gridSpan w:val="3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</w:pPr>
                          </w:p>
                        </w:tc>
                        <w:tc>
                          <w:tcPr>
                            <w:tcW w:w="865" w:type="pct"/>
                            <w:noWrap/>
                            <w:hideMark/>
                          </w:tcPr>
                          <w:p w:rsidR="006307C3" w:rsidRPr="009A08C9" w:rsidRDefault="006307C3" w:rsidP="00B852DE">
                            <w:pPr>
                              <w:ind w:left="0"/>
                              <w:jc w:val="right"/>
                              <w:rPr>
                                <w:b/>
                                <w:bCs/>
                                <w:u w:val="double"/>
                              </w:rPr>
                            </w:pPr>
                            <w:r>
                              <w:rPr>
                                <w:b/>
                                <w:bCs/>
                                <w:u w:val="double"/>
                              </w:rPr>
                              <w:t>75,00 Euro</w:t>
                            </w:r>
                          </w:p>
                        </w:tc>
                      </w:tr>
                    </w:tbl>
                    <w:p w:rsidR="0075023E" w:rsidRDefault="0075023E">
                      <w:pPr>
                        <w:ind w:left="0"/>
                      </w:pPr>
                    </w:p>
                  </w:txbxContent>
                </v:textbox>
              </v:shape>
            </w:pict>
          </mc:Fallback>
        </mc:AlternateContent>
      </w:r>
      <w:r w:rsidR="0075023E" w:rsidRPr="0075023E">
        <w:rPr>
          <w:sz w:val="22"/>
          <w:szCs w:val="22"/>
          <w:u w:val="single"/>
        </w:rPr>
        <w:t xml:space="preserve"> </w:t>
      </w:r>
    </w:p>
    <w:sectPr w:rsidR="00424F8D" w:rsidRPr="0075023E" w:rsidSect="00C807BB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CB4"/>
    <w:rsid w:val="00043256"/>
    <w:rsid w:val="0027127F"/>
    <w:rsid w:val="002922B0"/>
    <w:rsid w:val="003C3BB5"/>
    <w:rsid w:val="00424F8D"/>
    <w:rsid w:val="006307C3"/>
    <w:rsid w:val="006F0B84"/>
    <w:rsid w:val="006F2759"/>
    <w:rsid w:val="0075023E"/>
    <w:rsid w:val="00750DC3"/>
    <w:rsid w:val="009A08C9"/>
    <w:rsid w:val="00B852DE"/>
    <w:rsid w:val="00C807BB"/>
    <w:rsid w:val="00D93CB4"/>
    <w:rsid w:val="00EA7F35"/>
    <w:rsid w:val="00F115EA"/>
    <w:rsid w:val="00F6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color="#95b3d7">
      <v:fill color="white" on="f"/>
      <v:stroke color="#95b3d7" weight="2.2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4F8D"/>
    <w:pPr>
      <w:spacing w:after="160" w:line="288" w:lineRule="auto"/>
      <w:ind w:left="2160"/>
    </w:pPr>
    <w:rPr>
      <w:color w:val="595959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24F8D"/>
    <w:pPr>
      <w:spacing w:before="400" w:after="60" w:line="240" w:lineRule="auto"/>
      <w:contextualSpacing/>
      <w:outlineLvl w:val="0"/>
    </w:pPr>
    <w:rPr>
      <w:rFonts w:ascii="Cambria" w:hAnsi="Cambria"/>
      <w:smallCaps/>
      <w:color w:val="0F243F"/>
      <w:spacing w:val="20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24F8D"/>
    <w:pPr>
      <w:spacing w:before="120" w:after="60" w:line="240" w:lineRule="auto"/>
      <w:contextualSpacing/>
      <w:outlineLvl w:val="1"/>
    </w:pPr>
    <w:rPr>
      <w:rFonts w:ascii="Cambria" w:hAnsi="Cambria"/>
      <w:smallCaps/>
      <w:color w:val="17375E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24F8D"/>
    <w:pPr>
      <w:spacing w:before="120" w:after="60" w:line="240" w:lineRule="auto"/>
      <w:contextualSpacing/>
      <w:outlineLvl w:val="2"/>
    </w:pPr>
    <w:rPr>
      <w:rFonts w:ascii="Cambria" w:hAnsi="Cambria"/>
      <w:smallCaps/>
      <w:color w:val="1F497D"/>
      <w:spacing w:val="2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24F8D"/>
    <w:pPr>
      <w:pBdr>
        <w:bottom w:val="single" w:sz="4" w:space="1" w:color="71A1DC"/>
      </w:pBdr>
      <w:spacing w:before="200" w:after="100" w:line="240" w:lineRule="auto"/>
      <w:contextualSpacing/>
      <w:outlineLvl w:val="3"/>
    </w:pPr>
    <w:rPr>
      <w:rFonts w:ascii="Cambria" w:hAnsi="Cambria"/>
      <w:b/>
      <w:bCs/>
      <w:smallCaps/>
      <w:color w:val="3172C4"/>
      <w:spacing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24F8D"/>
    <w:pPr>
      <w:pBdr>
        <w:bottom w:val="single" w:sz="4" w:space="1" w:color="558ED5"/>
      </w:pBdr>
      <w:spacing w:before="200" w:after="100" w:line="240" w:lineRule="auto"/>
      <w:contextualSpacing/>
      <w:outlineLvl w:val="4"/>
    </w:pPr>
    <w:rPr>
      <w:rFonts w:ascii="Cambria" w:hAnsi="Cambria"/>
      <w:smallCaps/>
      <w:color w:val="3172C4"/>
      <w:spacing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24F8D"/>
    <w:pPr>
      <w:pBdr>
        <w:bottom w:val="dotted" w:sz="8" w:space="1" w:color="948A54"/>
      </w:pBdr>
      <w:spacing w:before="200" w:after="100"/>
      <w:contextualSpacing/>
      <w:outlineLvl w:val="5"/>
    </w:pPr>
    <w:rPr>
      <w:rFonts w:ascii="Cambria" w:hAnsi="Cambria"/>
      <w:smallCaps/>
      <w:color w:val="948A54"/>
      <w:spacing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24F8D"/>
    <w:pPr>
      <w:pBdr>
        <w:bottom w:val="dotted" w:sz="8" w:space="1" w:color="948A54"/>
      </w:pBdr>
      <w:spacing w:before="200" w:after="100" w:line="240" w:lineRule="auto"/>
      <w:contextualSpacing/>
      <w:outlineLvl w:val="6"/>
    </w:pPr>
    <w:rPr>
      <w:rFonts w:ascii="Cambria" w:hAnsi="Cambria"/>
      <w:b/>
      <w:bCs/>
      <w:smallCaps/>
      <w:color w:val="948A54"/>
      <w:spacing w:val="20"/>
      <w:sz w:val="16"/>
      <w:szCs w:val="1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24F8D"/>
    <w:pPr>
      <w:spacing w:before="200" w:after="60" w:line="240" w:lineRule="auto"/>
      <w:contextualSpacing/>
      <w:outlineLvl w:val="7"/>
    </w:pPr>
    <w:rPr>
      <w:rFonts w:ascii="Cambria" w:hAnsi="Cambria"/>
      <w:b/>
      <w:smallCaps/>
      <w:color w:val="948A54"/>
      <w:spacing w:val="20"/>
      <w:sz w:val="16"/>
      <w:szCs w:val="1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24F8D"/>
    <w:pPr>
      <w:spacing w:before="200" w:after="60" w:line="240" w:lineRule="auto"/>
      <w:contextualSpacing/>
      <w:outlineLvl w:val="8"/>
    </w:pPr>
    <w:rPr>
      <w:rFonts w:ascii="Cambria" w:hAnsi="Cambria"/>
      <w:smallCaps/>
      <w:color w:val="948A54"/>
      <w:spacing w:val="20"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4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24F8D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424F8D"/>
    <w:rPr>
      <w:rFonts w:ascii="Cambria" w:eastAsia="Times New Roman" w:hAnsi="Cambria" w:cs="Times New Roman"/>
      <w:smallCaps/>
      <w:color w:val="0F243F"/>
      <w:spacing w:val="20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424F8D"/>
    <w:rPr>
      <w:rFonts w:ascii="Cambria" w:eastAsia="Times New Roman" w:hAnsi="Cambria" w:cs="Times New Roman"/>
      <w:smallCaps/>
      <w:color w:val="17375E"/>
      <w:spacing w:val="20"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424F8D"/>
    <w:rPr>
      <w:rFonts w:ascii="Cambria" w:eastAsia="Times New Roman" w:hAnsi="Cambria" w:cs="Times New Roman"/>
      <w:smallCaps/>
      <w:color w:val="1F497D"/>
      <w:spacing w:val="20"/>
      <w:sz w:val="24"/>
      <w:szCs w:val="24"/>
    </w:rPr>
  </w:style>
  <w:style w:type="character" w:customStyle="1" w:styleId="berschrift4Zchn">
    <w:name w:val="Überschrift 4 Zchn"/>
    <w:link w:val="berschrift4"/>
    <w:uiPriority w:val="9"/>
    <w:semiHidden/>
    <w:rsid w:val="00424F8D"/>
    <w:rPr>
      <w:rFonts w:ascii="Cambria" w:eastAsia="Times New Roman" w:hAnsi="Cambria" w:cs="Times New Roman"/>
      <w:b/>
      <w:bCs/>
      <w:smallCaps/>
      <w:color w:val="3172C4"/>
      <w:spacing w:val="20"/>
    </w:rPr>
  </w:style>
  <w:style w:type="character" w:customStyle="1" w:styleId="berschrift5Zchn">
    <w:name w:val="Überschrift 5 Zchn"/>
    <w:link w:val="berschrift5"/>
    <w:uiPriority w:val="9"/>
    <w:semiHidden/>
    <w:rsid w:val="00424F8D"/>
    <w:rPr>
      <w:rFonts w:ascii="Cambria" w:eastAsia="Times New Roman" w:hAnsi="Cambria" w:cs="Times New Roman"/>
      <w:smallCaps/>
      <w:color w:val="3172C4"/>
      <w:spacing w:val="20"/>
    </w:rPr>
  </w:style>
  <w:style w:type="character" w:customStyle="1" w:styleId="berschrift6Zchn">
    <w:name w:val="Überschrift 6 Zchn"/>
    <w:link w:val="berschrift6"/>
    <w:uiPriority w:val="9"/>
    <w:semiHidden/>
    <w:rsid w:val="00424F8D"/>
    <w:rPr>
      <w:rFonts w:ascii="Cambria" w:eastAsia="Times New Roman" w:hAnsi="Cambria" w:cs="Times New Roman"/>
      <w:smallCaps/>
      <w:color w:val="948A54"/>
      <w:spacing w:val="20"/>
    </w:rPr>
  </w:style>
  <w:style w:type="character" w:customStyle="1" w:styleId="berschrift7Zchn">
    <w:name w:val="Überschrift 7 Zchn"/>
    <w:link w:val="berschrift7"/>
    <w:uiPriority w:val="9"/>
    <w:semiHidden/>
    <w:rsid w:val="00424F8D"/>
    <w:rPr>
      <w:rFonts w:ascii="Cambria" w:eastAsia="Times New Roman" w:hAnsi="Cambria" w:cs="Times New Roman"/>
      <w:b/>
      <w:bCs/>
      <w:smallCaps/>
      <w:color w:val="948A54"/>
      <w:spacing w:val="20"/>
      <w:sz w:val="16"/>
      <w:szCs w:val="16"/>
    </w:rPr>
  </w:style>
  <w:style w:type="character" w:customStyle="1" w:styleId="berschrift8Zchn">
    <w:name w:val="Überschrift 8 Zchn"/>
    <w:link w:val="berschrift8"/>
    <w:uiPriority w:val="9"/>
    <w:semiHidden/>
    <w:rsid w:val="00424F8D"/>
    <w:rPr>
      <w:rFonts w:ascii="Cambria" w:eastAsia="Times New Roman" w:hAnsi="Cambria" w:cs="Times New Roman"/>
      <w:b/>
      <w:smallCaps/>
      <w:color w:val="948A54"/>
      <w:spacing w:val="20"/>
      <w:sz w:val="16"/>
      <w:szCs w:val="16"/>
    </w:rPr>
  </w:style>
  <w:style w:type="character" w:customStyle="1" w:styleId="berschrift9Zchn">
    <w:name w:val="Überschrift 9 Zchn"/>
    <w:link w:val="berschrift9"/>
    <w:uiPriority w:val="9"/>
    <w:semiHidden/>
    <w:rsid w:val="00424F8D"/>
    <w:rPr>
      <w:rFonts w:ascii="Cambria" w:eastAsia="Times New Roman" w:hAnsi="Cambria" w:cs="Times New Roman"/>
      <w:smallCaps/>
      <w:color w:val="948A54"/>
      <w:spacing w:val="20"/>
      <w:sz w:val="16"/>
      <w:szCs w:val="1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424F8D"/>
    <w:rPr>
      <w:b/>
      <w:bCs/>
      <w:smallCaps/>
      <w:color w:val="1F497D"/>
      <w:spacing w:val="10"/>
      <w:sz w:val="18"/>
      <w:szCs w:val="18"/>
    </w:rPr>
  </w:style>
  <w:style w:type="paragraph" w:styleId="Titel">
    <w:name w:val="Title"/>
    <w:next w:val="Standard"/>
    <w:link w:val="TitelZchn"/>
    <w:uiPriority w:val="10"/>
    <w:qFormat/>
    <w:rsid w:val="00424F8D"/>
    <w:pPr>
      <w:spacing w:after="160"/>
      <w:contextualSpacing/>
    </w:pPr>
    <w:rPr>
      <w:rFonts w:ascii="Cambria" w:hAnsi="Cambria"/>
      <w:smallCaps/>
      <w:color w:val="17375E"/>
      <w:spacing w:val="5"/>
      <w:sz w:val="72"/>
      <w:szCs w:val="72"/>
      <w:lang w:eastAsia="en-US"/>
    </w:rPr>
  </w:style>
  <w:style w:type="character" w:customStyle="1" w:styleId="TitelZchn">
    <w:name w:val="Titel Zchn"/>
    <w:link w:val="Titel"/>
    <w:uiPriority w:val="10"/>
    <w:rsid w:val="00424F8D"/>
    <w:rPr>
      <w:rFonts w:ascii="Cambria" w:eastAsia="Times New Roman" w:hAnsi="Cambria" w:cs="Times New Roman"/>
      <w:smallCaps/>
      <w:color w:val="17375E"/>
      <w:spacing w:val="5"/>
      <w:sz w:val="72"/>
      <w:szCs w:val="72"/>
    </w:rPr>
  </w:style>
  <w:style w:type="paragraph" w:styleId="Untertitel">
    <w:name w:val="Subtitle"/>
    <w:next w:val="Standard"/>
    <w:link w:val="UntertitelZchn"/>
    <w:uiPriority w:val="11"/>
    <w:qFormat/>
    <w:rsid w:val="00424F8D"/>
    <w:pPr>
      <w:spacing w:after="600"/>
    </w:pPr>
    <w:rPr>
      <w:smallCaps/>
      <w:color w:val="948A54"/>
      <w:spacing w:val="5"/>
      <w:sz w:val="28"/>
      <w:szCs w:val="28"/>
      <w:lang w:eastAsia="en-US"/>
    </w:rPr>
  </w:style>
  <w:style w:type="character" w:customStyle="1" w:styleId="UntertitelZchn">
    <w:name w:val="Untertitel Zchn"/>
    <w:link w:val="Untertitel"/>
    <w:uiPriority w:val="11"/>
    <w:rsid w:val="00424F8D"/>
    <w:rPr>
      <w:smallCaps/>
      <w:color w:val="948A54"/>
      <w:spacing w:val="5"/>
      <w:sz w:val="28"/>
      <w:szCs w:val="28"/>
    </w:rPr>
  </w:style>
  <w:style w:type="character" w:styleId="Fett">
    <w:name w:val="Strong"/>
    <w:uiPriority w:val="22"/>
    <w:qFormat/>
    <w:rsid w:val="00424F8D"/>
    <w:rPr>
      <w:b/>
      <w:bCs/>
      <w:spacing w:val="0"/>
    </w:rPr>
  </w:style>
  <w:style w:type="character" w:styleId="Hervorhebung">
    <w:name w:val="Emphasis"/>
    <w:uiPriority w:val="20"/>
    <w:qFormat/>
    <w:rsid w:val="00424F8D"/>
    <w:rPr>
      <w:b/>
      <w:bCs/>
      <w:smallCaps/>
      <w:dstrike w:val="0"/>
      <w:color w:val="595959"/>
      <w:spacing w:val="20"/>
      <w:kern w:val="0"/>
      <w:vertAlign w:val="baseline"/>
    </w:rPr>
  </w:style>
  <w:style w:type="paragraph" w:styleId="KeinLeerraum">
    <w:name w:val="No Spacing"/>
    <w:basedOn w:val="Standard"/>
    <w:uiPriority w:val="1"/>
    <w:qFormat/>
    <w:rsid w:val="00424F8D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424F8D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424F8D"/>
    <w:rPr>
      <w:i/>
      <w:iCs/>
    </w:rPr>
  </w:style>
  <w:style w:type="character" w:customStyle="1" w:styleId="ZitatZchn">
    <w:name w:val="Zitat Zchn"/>
    <w:link w:val="Zitat"/>
    <w:uiPriority w:val="29"/>
    <w:rsid w:val="00424F8D"/>
    <w:rPr>
      <w:i/>
      <w:iCs/>
      <w:color w:val="595959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24F8D"/>
    <w:pPr>
      <w:pBdr>
        <w:top w:val="single" w:sz="4" w:space="12" w:color="7BA1CE"/>
        <w:left w:val="single" w:sz="4" w:space="15" w:color="7BA1CE"/>
        <w:bottom w:val="single" w:sz="12" w:space="10" w:color="376092"/>
        <w:right w:val="single" w:sz="12" w:space="15" w:color="376092"/>
        <w:between w:val="single" w:sz="4" w:space="12" w:color="7BA1CE"/>
        <w:bar w:val="single" w:sz="4" w:color="7BA1CE"/>
      </w:pBdr>
      <w:spacing w:line="300" w:lineRule="auto"/>
      <w:ind w:left="2506" w:right="432"/>
    </w:pPr>
    <w:rPr>
      <w:rFonts w:ascii="Cambria" w:hAnsi="Cambria"/>
      <w:smallCaps/>
      <w:color w:val="376092"/>
    </w:rPr>
  </w:style>
  <w:style w:type="character" w:customStyle="1" w:styleId="IntensivesZitatZchn">
    <w:name w:val="Intensives Zitat Zchn"/>
    <w:link w:val="IntensivesZitat"/>
    <w:uiPriority w:val="30"/>
    <w:rsid w:val="00424F8D"/>
    <w:rPr>
      <w:rFonts w:ascii="Cambria" w:eastAsia="Times New Roman" w:hAnsi="Cambria" w:cs="Times New Roman"/>
      <w:smallCaps/>
      <w:color w:val="376092"/>
    </w:rPr>
  </w:style>
  <w:style w:type="character" w:styleId="SchwacheHervorhebung">
    <w:name w:val="Subtle Emphasis"/>
    <w:uiPriority w:val="19"/>
    <w:qFormat/>
    <w:rsid w:val="00424F8D"/>
    <w:rPr>
      <w:smallCaps/>
      <w:dstrike w:val="0"/>
      <w:color w:val="595959"/>
      <w:vertAlign w:val="baseline"/>
    </w:rPr>
  </w:style>
  <w:style w:type="character" w:styleId="IntensiveHervorhebung">
    <w:name w:val="Intense Emphasis"/>
    <w:uiPriority w:val="21"/>
    <w:qFormat/>
    <w:rsid w:val="00424F8D"/>
    <w:rPr>
      <w:b/>
      <w:bCs/>
      <w:smallCaps/>
      <w:color w:val="4F81BD"/>
      <w:spacing w:val="40"/>
    </w:rPr>
  </w:style>
  <w:style w:type="character" w:styleId="SchwacherVerweis">
    <w:name w:val="Subtle Reference"/>
    <w:uiPriority w:val="31"/>
    <w:qFormat/>
    <w:rsid w:val="00424F8D"/>
    <w:rPr>
      <w:rFonts w:ascii="Cambria" w:eastAsia="Times New Roman" w:hAnsi="Cambria" w:cs="Times New Roman"/>
      <w:i/>
      <w:iCs/>
      <w:smallCaps/>
      <w:color w:val="595959"/>
      <w:spacing w:val="20"/>
    </w:rPr>
  </w:style>
  <w:style w:type="character" w:styleId="IntensiverVerweis">
    <w:name w:val="Intense Reference"/>
    <w:uiPriority w:val="32"/>
    <w:qFormat/>
    <w:rsid w:val="00424F8D"/>
    <w:rPr>
      <w:rFonts w:ascii="Cambria" w:eastAsia="Times New Roman" w:hAnsi="Cambria" w:cs="Times New Roman"/>
      <w:b/>
      <w:bCs/>
      <w:i/>
      <w:iCs/>
      <w:smallCaps/>
      <w:color w:val="17375E"/>
      <w:spacing w:val="20"/>
    </w:rPr>
  </w:style>
  <w:style w:type="character" w:styleId="Buchtitel">
    <w:name w:val="Book Title"/>
    <w:uiPriority w:val="33"/>
    <w:qFormat/>
    <w:rsid w:val="00424F8D"/>
    <w:rPr>
      <w:rFonts w:ascii="Cambria" w:eastAsia="Times New Roman" w:hAnsi="Cambria" w:cs="Times New Roman"/>
      <w:b/>
      <w:bCs/>
      <w:smallCaps/>
      <w:color w:val="17375E"/>
      <w:spacing w:val="1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24F8D"/>
    <w:pPr>
      <w:outlineLvl w:val="9"/>
    </w:pPr>
    <w:rPr>
      <w:lang w:bidi="en-US"/>
    </w:rPr>
  </w:style>
  <w:style w:type="table" w:styleId="FarbigesRaster-Akzent6">
    <w:name w:val="Colorful Grid Accent 6"/>
    <w:basedOn w:val="NormaleTabelle"/>
    <w:uiPriority w:val="73"/>
    <w:rsid w:val="0075023E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ADA"/>
    </w:tcPr>
    <w:tblStylePr w:type="firstRow">
      <w:rPr>
        <w:b/>
        <w:bCs/>
      </w:rPr>
      <w:tblPr/>
      <w:tcPr>
        <w:shd w:val="clear" w:color="auto" w:fill="FCD5B5"/>
      </w:tcPr>
    </w:tblStylePr>
    <w:tblStylePr w:type="lastRow">
      <w:rPr>
        <w:b/>
        <w:bCs/>
        <w:color w:val="000000"/>
      </w:rPr>
      <w:tblPr/>
      <w:tcPr>
        <w:shd w:val="clear" w:color="auto" w:fill="FCD5B5"/>
      </w:tcPr>
    </w:tblStylePr>
    <w:tblStylePr w:type="firstCol">
      <w:rPr>
        <w:color w:val="FFFFFF"/>
      </w:rPr>
      <w:tblPr/>
      <w:tcPr>
        <w:shd w:val="clear" w:color="auto" w:fill="E46C0A"/>
      </w:tcPr>
    </w:tblStylePr>
    <w:tblStylePr w:type="lastCol">
      <w:rPr>
        <w:color w:val="FFFFFF"/>
      </w:rPr>
      <w:tblPr/>
      <w:tcPr>
        <w:shd w:val="clear" w:color="auto" w:fill="E46C0A"/>
      </w:tcPr>
    </w:tblStylePr>
    <w:tblStylePr w:type="band1Vert">
      <w:tblPr/>
      <w:tcPr>
        <w:shd w:val="clear" w:color="auto" w:fill="FBCBA3"/>
      </w:tcPr>
    </w:tblStylePr>
    <w:tblStylePr w:type="band1Horz">
      <w:tblPr/>
      <w:tcPr>
        <w:shd w:val="clear" w:color="auto" w:fill="FBCBA3"/>
      </w:tcPr>
    </w:tblStylePr>
  </w:style>
  <w:style w:type="table" w:styleId="Tabellenraster">
    <w:name w:val="Table Grid"/>
    <w:basedOn w:val="NormaleTabelle"/>
    <w:uiPriority w:val="59"/>
    <w:rsid w:val="009A08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4F8D"/>
    <w:pPr>
      <w:spacing w:after="160" w:line="288" w:lineRule="auto"/>
      <w:ind w:left="2160"/>
    </w:pPr>
    <w:rPr>
      <w:color w:val="595959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24F8D"/>
    <w:pPr>
      <w:spacing w:before="400" w:after="60" w:line="240" w:lineRule="auto"/>
      <w:contextualSpacing/>
      <w:outlineLvl w:val="0"/>
    </w:pPr>
    <w:rPr>
      <w:rFonts w:ascii="Cambria" w:hAnsi="Cambria"/>
      <w:smallCaps/>
      <w:color w:val="0F243F"/>
      <w:spacing w:val="20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24F8D"/>
    <w:pPr>
      <w:spacing w:before="120" w:after="60" w:line="240" w:lineRule="auto"/>
      <w:contextualSpacing/>
      <w:outlineLvl w:val="1"/>
    </w:pPr>
    <w:rPr>
      <w:rFonts w:ascii="Cambria" w:hAnsi="Cambria"/>
      <w:smallCaps/>
      <w:color w:val="17375E"/>
      <w:spacing w:val="20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24F8D"/>
    <w:pPr>
      <w:spacing w:before="120" w:after="60" w:line="240" w:lineRule="auto"/>
      <w:contextualSpacing/>
      <w:outlineLvl w:val="2"/>
    </w:pPr>
    <w:rPr>
      <w:rFonts w:ascii="Cambria" w:hAnsi="Cambria"/>
      <w:smallCaps/>
      <w:color w:val="1F497D"/>
      <w:spacing w:val="20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24F8D"/>
    <w:pPr>
      <w:pBdr>
        <w:bottom w:val="single" w:sz="4" w:space="1" w:color="71A1DC"/>
      </w:pBdr>
      <w:spacing w:before="200" w:after="100" w:line="240" w:lineRule="auto"/>
      <w:contextualSpacing/>
      <w:outlineLvl w:val="3"/>
    </w:pPr>
    <w:rPr>
      <w:rFonts w:ascii="Cambria" w:hAnsi="Cambria"/>
      <w:b/>
      <w:bCs/>
      <w:smallCaps/>
      <w:color w:val="3172C4"/>
      <w:spacing w:val="2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24F8D"/>
    <w:pPr>
      <w:pBdr>
        <w:bottom w:val="single" w:sz="4" w:space="1" w:color="558ED5"/>
      </w:pBdr>
      <w:spacing w:before="200" w:after="100" w:line="240" w:lineRule="auto"/>
      <w:contextualSpacing/>
      <w:outlineLvl w:val="4"/>
    </w:pPr>
    <w:rPr>
      <w:rFonts w:ascii="Cambria" w:hAnsi="Cambria"/>
      <w:smallCaps/>
      <w:color w:val="3172C4"/>
      <w:spacing w:val="2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24F8D"/>
    <w:pPr>
      <w:pBdr>
        <w:bottom w:val="dotted" w:sz="8" w:space="1" w:color="948A54"/>
      </w:pBdr>
      <w:spacing w:before="200" w:after="100"/>
      <w:contextualSpacing/>
      <w:outlineLvl w:val="5"/>
    </w:pPr>
    <w:rPr>
      <w:rFonts w:ascii="Cambria" w:hAnsi="Cambria"/>
      <w:smallCaps/>
      <w:color w:val="948A54"/>
      <w:spacing w:val="2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24F8D"/>
    <w:pPr>
      <w:pBdr>
        <w:bottom w:val="dotted" w:sz="8" w:space="1" w:color="948A54"/>
      </w:pBdr>
      <w:spacing w:before="200" w:after="100" w:line="240" w:lineRule="auto"/>
      <w:contextualSpacing/>
      <w:outlineLvl w:val="6"/>
    </w:pPr>
    <w:rPr>
      <w:rFonts w:ascii="Cambria" w:hAnsi="Cambria"/>
      <w:b/>
      <w:bCs/>
      <w:smallCaps/>
      <w:color w:val="948A54"/>
      <w:spacing w:val="20"/>
      <w:sz w:val="16"/>
      <w:szCs w:val="1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24F8D"/>
    <w:pPr>
      <w:spacing w:before="200" w:after="60" w:line="240" w:lineRule="auto"/>
      <w:contextualSpacing/>
      <w:outlineLvl w:val="7"/>
    </w:pPr>
    <w:rPr>
      <w:rFonts w:ascii="Cambria" w:hAnsi="Cambria"/>
      <w:b/>
      <w:smallCaps/>
      <w:color w:val="948A54"/>
      <w:spacing w:val="20"/>
      <w:sz w:val="16"/>
      <w:szCs w:val="1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24F8D"/>
    <w:pPr>
      <w:spacing w:before="200" w:after="60" w:line="240" w:lineRule="auto"/>
      <w:contextualSpacing/>
      <w:outlineLvl w:val="8"/>
    </w:pPr>
    <w:rPr>
      <w:rFonts w:ascii="Cambria" w:hAnsi="Cambria"/>
      <w:smallCaps/>
      <w:color w:val="948A54"/>
      <w:spacing w:val="20"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4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24F8D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424F8D"/>
    <w:rPr>
      <w:rFonts w:ascii="Cambria" w:eastAsia="Times New Roman" w:hAnsi="Cambria" w:cs="Times New Roman"/>
      <w:smallCaps/>
      <w:color w:val="0F243F"/>
      <w:spacing w:val="20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424F8D"/>
    <w:rPr>
      <w:rFonts w:ascii="Cambria" w:eastAsia="Times New Roman" w:hAnsi="Cambria" w:cs="Times New Roman"/>
      <w:smallCaps/>
      <w:color w:val="17375E"/>
      <w:spacing w:val="20"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424F8D"/>
    <w:rPr>
      <w:rFonts w:ascii="Cambria" w:eastAsia="Times New Roman" w:hAnsi="Cambria" w:cs="Times New Roman"/>
      <w:smallCaps/>
      <w:color w:val="1F497D"/>
      <w:spacing w:val="20"/>
      <w:sz w:val="24"/>
      <w:szCs w:val="24"/>
    </w:rPr>
  </w:style>
  <w:style w:type="character" w:customStyle="1" w:styleId="berschrift4Zchn">
    <w:name w:val="Überschrift 4 Zchn"/>
    <w:link w:val="berschrift4"/>
    <w:uiPriority w:val="9"/>
    <w:semiHidden/>
    <w:rsid w:val="00424F8D"/>
    <w:rPr>
      <w:rFonts w:ascii="Cambria" w:eastAsia="Times New Roman" w:hAnsi="Cambria" w:cs="Times New Roman"/>
      <w:b/>
      <w:bCs/>
      <w:smallCaps/>
      <w:color w:val="3172C4"/>
      <w:spacing w:val="20"/>
    </w:rPr>
  </w:style>
  <w:style w:type="character" w:customStyle="1" w:styleId="berschrift5Zchn">
    <w:name w:val="Überschrift 5 Zchn"/>
    <w:link w:val="berschrift5"/>
    <w:uiPriority w:val="9"/>
    <w:semiHidden/>
    <w:rsid w:val="00424F8D"/>
    <w:rPr>
      <w:rFonts w:ascii="Cambria" w:eastAsia="Times New Roman" w:hAnsi="Cambria" w:cs="Times New Roman"/>
      <w:smallCaps/>
      <w:color w:val="3172C4"/>
      <w:spacing w:val="20"/>
    </w:rPr>
  </w:style>
  <w:style w:type="character" w:customStyle="1" w:styleId="berschrift6Zchn">
    <w:name w:val="Überschrift 6 Zchn"/>
    <w:link w:val="berschrift6"/>
    <w:uiPriority w:val="9"/>
    <w:semiHidden/>
    <w:rsid w:val="00424F8D"/>
    <w:rPr>
      <w:rFonts w:ascii="Cambria" w:eastAsia="Times New Roman" w:hAnsi="Cambria" w:cs="Times New Roman"/>
      <w:smallCaps/>
      <w:color w:val="948A54"/>
      <w:spacing w:val="20"/>
    </w:rPr>
  </w:style>
  <w:style w:type="character" w:customStyle="1" w:styleId="berschrift7Zchn">
    <w:name w:val="Überschrift 7 Zchn"/>
    <w:link w:val="berschrift7"/>
    <w:uiPriority w:val="9"/>
    <w:semiHidden/>
    <w:rsid w:val="00424F8D"/>
    <w:rPr>
      <w:rFonts w:ascii="Cambria" w:eastAsia="Times New Roman" w:hAnsi="Cambria" w:cs="Times New Roman"/>
      <w:b/>
      <w:bCs/>
      <w:smallCaps/>
      <w:color w:val="948A54"/>
      <w:spacing w:val="20"/>
      <w:sz w:val="16"/>
      <w:szCs w:val="16"/>
    </w:rPr>
  </w:style>
  <w:style w:type="character" w:customStyle="1" w:styleId="berschrift8Zchn">
    <w:name w:val="Überschrift 8 Zchn"/>
    <w:link w:val="berschrift8"/>
    <w:uiPriority w:val="9"/>
    <w:semiHidden/>
    <w:rsid w:val="00424F8D"/>
    <w:rPr>
      <w:rFonts w:ascii="Cambria" w:eastAsia="Times New Roman" w:hAnsi="Cambria" w:cs="Times New Roman"/>
      <w:b/>
      <w:smallCaps/>
      <w:color w:val="948A54"/>
      <w:spacing w:val="20"/>
      <w:sz w:val="16"/>
      <w:szCs w:val="16"/>
    </w:rPr>
  </w:style>
  <w:style w:type="character" w:customStyle="1" w:styleId="berschrift9Zchn">
    <w:name w:val="Überschrift 9 Zchn"/>
    <w:link w:val="berschrift9"/>
    <w:uiPriority w:val="9"/>
    <w:semiHidden/>
    <w:rsid w:val="00424F8D"/>
    <w:rPr>
      <w:rFonts w:ascii="Cambria" w:eastAsia="Times New Roman" w:hAnsi="Cambria" w:cs="Times New Roman"/>
      <w:smallCaps/>
      <w:color w:val="948A54"/>
      <w:spacing w:val="20"/>
      <w:sz w:val="16"/>
      <w:szCs w:val="1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424F8D"/>
    <w:rPr>
      <w:b/>
      <w:bCs/>
      <w:smallCaps/>
      <w:color w:val="1F497D"/>
      <w:spacing w:val="10"/>
      <w:sz w:val="18"/>
      <w:szCs w:val="18"/>
    </w:rPr>
  </w:style>
  <w:style w:type="paragraph" w:styleId="Titel">
    <w:name w:val="Title"/>
    <w:next w:val="Standard"/>
    <w:link w:val="TitelZchn"/>
    <w:uiPriority w:val="10"/>
    <w:qFormat/>
    <w:rsid w:val="00424F8D"/>
    <w:pPr>
      <w:spacing w:after="160"/>
      <w:contextualSpacing/>
    </w:pPr>
    <w:rPr>
      <w:rFonts w:ascii="Cambria" w:hAnsi="Cambria"/>
      <w:smallCaps/>
      <w:color w:val="17375E"/>
      <w:spacing w:val="5"/>
      <w:sz w:val="72"/>
      <w:szCs w:val="72"/>
      <w:lang w:eastAsia="en-US"/>
    </w:rPr>
  </w:style>
  <w:style w:type="character" w:customStyle="1" w:styleId="TitelZchn">
    <w:name w:val="Titel Zchn"/>
    <w:link w:val="Titel"/>
    <w:uiPriority w:val="10"/>
    <w:rsid w:val="00424F8D"/>
    <w:rPr>
      <w:rFonts w:ascii="Cambria" w:eastAsia="Times New Roman" w:hAnsi="Cambria" w:cs="Times New Roman"/>
      <w:smallCaps/>
      <w:color w:val="17375E"/>
      <w:spacing w:val="5"/>
      <w:sz w:val="72"/>
      <w:szCs w:val="72"/>
    </w:rPr>
  </w:style>
  <w:style w:type="paragraph" w:styleId="Untertitel">
    <w:name w:val="Subtitle"/>
    <w:next w:val="Standard"/>
    <w:link w:val="UntertitelZchn"/>
    <w:uiPriority w:val="11"/>
    <w:qFormat/>
    <w:rsid w:val="00424F8D"/>
    <w:pPr>
      <w:spacing w:after="600"/>
    </w:pPr>
    <w:rPr>
      <w:smallCaps/>
      <w:color w:val="948A54"/>
      <w:spacing w:val="5"/>
      <w:sz w:val="28"/>
      <w:szCs w:val="28"/>
      <w:lang w:eastAsia="en-US"/>
    </w:rPr>
  </w:style>
  <w:style w:type="character" w:customStyle="1" w:styleId="UntertitelZchn">
    <w:name w:val="Untertitel Zchn"/>
    <w:link w:val="Untertitel"/>
    <w:uiPriority w:val="11"/>
    <w:rsid w:val="00424F8D"/>
    <w:rPr>
      <w:smallCaps/>
      <w:color w:val="948A54"/>
      <w:spacing w:val="5"/>
      <w:sz w:val="28"/>
      <w:szCs w:val="28"/>
    </w:rPr>
  </w:style>
  <w:style w:type="character" w:styleId="Fett">
    <w:name w:val="Strong"/>
    <w:uiPriority w:val="22"/>
    <w:qFormat/>
    <w:rsid w:val="00424F8D"/>
    <w:rPr>
      <w:b/>
      <w:bCs/>
      <w:spacing w:val="0"/>
    </w:rPr>
  </w:style>
  <w:style w:type="character" w:styleId="Hervorhebung">
    <w:name w:val="Emphasis"/>
    <w:uiPriority w:val="20"/>
    <w:qFormat/>
    <w:rsid w:val="00424F8D"/>
    <w:rPr>
      <w:b/>
      <w:bCs/>
      <w:smallCaps/>
      <w:dstrike w:val="0"/>
      <w:color w:val="595959"/>
      <w:spacing w:val="20"/>
      <w:kern w:val="0"/>
      <w:vertAlign w:val="baseline"/>
    </w:rPr>
  </w:style>
  <w:style w:type="paragraph" w:styleId="KeinLeerraum">
    <w:name w:val="No Spacing"/>
    <w:basedOn w:val="Standard"/>
    <w:uiPriority w:val="1"/>
    <w:qFormat/>
    <w:rsid w:val="00424F8D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424F8D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424F8D"/>
    <w:rPr>
      <w:i/>
      <w:iCs/>
    </w:rPr>
  </w:style>
  <w:style w:type="character" w:customStyle="1" w:styleId="ZitatZchn">
    <w:name w:val="Zitat Zchn"/>
    <w:link w:val="Zitat"/>
    <w:uiPriority w:val="29"/>
    <w:rsid w:val="00424F8D"/>
    <w:rPr>
      <w:i/>
      <w:iCs/>
      <w:color w:val="595959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24F8D"/>
    <w:pPr>
      <w:pBdr>
        <w:top w:val="single" w:sz="4" w:space="12" w:color="7BA1CE"/>
        <w:left w:val="single" w:sz="4" w:space="15" w:color="7BA1CE"/>
        <w:bottom w:val="single" w:sz="12" w:space="10" w:color="376092"/>
        <w:right w:val="single" w:sz="12" w:space="15" w:color="376092"/>
        <w:between w:val="single" w:sz="4" w:space="12" w:color="7BA1CE"/>
        <w:bar w:val="single" w:sz="4" w:color="7BA1CE"/>
      </w:pBdr>
      <w:spacing w:line="300" w:lineRule="auto"/>
      <w:ind w:left="2506" w:right="432"/>
    </w:pPr>
    <w:rPr>
      <w:rFonts w:ascii="Cambria" w:hAnsi="Cambria"/>
      <w:smallCaps/>
      <w:color w:val="376092"/>
    </w:rPr>
  </w:style>
  <w:style w:type="character" w:customStyle="1" w:styleId="IntensivesZitatZchn">
    <w:name w:val="Intensives Zitat Zchn"/>
    <w:link w:val="IntensivesZitat"/>
    <w:uiPriority w:val="30"/>
    <w:rsid w:val="00424F8D"/>
    <w:rPr>
      <w:rFonts w:ascii="Cambria" w:eastAsia="Times New Roman" w:hAnsi="Cambria" w:cs="Times New Roman"/>
      <w:smallCaps/>
      <w:color w:val="376092"/>
    </w:rPr>
  </w:style>
  <w:style w:type="character" w:styleId="SchwacheHervorhebung">
    <w:name w:val="Subtle Emphasis"/>
    <w:uiPriority w:val="19"/>
    <w:qFormat/>
    <w:rsid w:val="00424F8D"/>
    <w:rPr>
      <w:smallCaps/>
      <w:dstrike w:val="0"/>
      <w:color w:val="595959"/>
      <w:vertAlign w:val="baseline"/>
    </w:rPr>
  </w:style>
  <w:style w:type="character" w:styleId="IntensiveHervorhebung">
    <w:name w:val="Intense Emphasis"/>
    <w:uiPriority w:val="21"/>
    <w:qFormat/>
    <w:rsid w:val="00424F8D"/>
    <w:rPr>
      <w:b/>
      <w:bCs/>
      <w:smallCaps/>
      <w:color w:val="4F81BD"/>
      <w:spacing w:val="40"/>
    </w:rPr>
  </w:style>
  <w:style w:type="character" w:styleId="SchwacherVerweis">
    <w:name w:val="Subtle Reference"/>
    <w:uiPriority w:val="31"/>
    <w:qFormat/>
    <w:rsid w:val="00424F8D"/>
    <w:rPr>
      <w:rFonts w:ascii="Cambria" w:eastAsia="Times New Roman" w:hAnsi="Cambria" w:cs="Times New Roman"/>
      <w:i/>
      <w:iCs/>
      <w:smallCaps/>
      <w:color w:val="595959"/>
      <w:spacing w:val="20"/>
    </w:rPr>
  </w:style>
  <w:style w:type="character" w:styleId="IntensiverVerweis">
    <w:name w:val="Intense Reference"/>
    <w:uiPriority w:val="32"/>
    <w:qFormat/>
    <w:rsid w:val="00424F8D"/>
    <w:rPr>
      <w:rFonts w:ascii="Cambria" w:eastAsia="Times New Roman" w:hAnsi="Cambria" w:cs="Times New Roman"/>
      <w:b/>
      <w:bCs/>
      <w:i/>
      <w:iCs/>
      <w:smallCaps/>
      <w:color w:val="17375E"/>
      <w:spacing w:val="20"/>
    </w:rPr>
  </w:style>
  <w:style w:type="character" w:styleId="Buchtitel">
    <w:name w:val="Book Title"/>
    <w:uiPriority w:val="33"/>
    <w:qFormat/>
    <w:rsid w:val="00424F8D"/>
    <w:rPr>
      <w:rFonts w:ascii="Cambria" w:eastAsia="Times New Roman" w:hAnsi="Cambria" w:cs="Times New Roman"/>
      <w:b/>
      <w:bCs/>
      <w:smallCaps/>
      <w:color w:val="17375E"/>
      <w:spacing w:val="10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424F8D"/>
    <w:pPr>
      <w:outlineLvl w:val="9"/>
    </w:pPr>
    <w:rPr>
      <w:lang w:bidi="en-US"/>
    </w:rPr>
  </w:style>
  <w:style w:type="table" w:styleId="FarbigesRaster-Akzent6">
    <w:name w:val="Colorful Grid Accent 6"/>
    <w:basedOn w:val="NormaleTabelle"/>
    <w:uiPriority w:val="73"/>
    <w:rsid w:val="0075023E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ADA"/>
    </w:tcPr>
    <w:tblStylePr w:type="firstRow">
      <w:rPr>
        <w:b/>
        <w:bCs/>
      </w:rPr>
      <w:tblPr/>
      <w:tcPr>
        <w:shd w:val="clear" w:color="auto" w:fill="FCD5B5"/>
      </w:tcPr>
    </w:tblStylePr>
    <w:tblStylePr w:type="lastRow">
      <w:rPr>
        <w:b/>
        <w:bCs/>
        <w:color w:val="000000"/>
      </w:rPr>
      <w:tblPr/>
      <w:tcPr>
        <w:shd w:val="clear" w:color="auto" w:fill="FCD5B5"/>
      </w:tcPr>
    </w:tblStylePr>
    <w:tblStylePr w:type="firstCol">
      <w:rPr>
        <w:color w:val="FFFFFF"/>
      </w:rPr>
      <w:tblPr/>
      <w:tcPr>
        <w:shd w:val="clear" w:color="auto" w:fill="E46C0A"/>
      </w:tcPr>
    </w:tblStylePr>
    <w:tblStylePr w:type="lastCol">
      <w:rPr>
        <w:color w:val="FFFFFF"/>
      </w:rPr>
      <w:tblPr/>
      <w:tcPr>
        <w:shd w:val="clear" w:color="auto" w:fill="E46C0A"/>
      </w:tcPr>
    </w:tblStylePr>
    <w:tblStylePr w:type="band1Vert">
      <w:tblPr/>
      <w:tcPr>
        <w:shd w:val="clear" w:color="auto" w:fill="FBCBA3"/>
      </w:tcPr>
    </w:tblStylePr>
    <w:tblStylePr w:type="band1Horz">
      <w:tblPr/>
      <w:tcPr>
        <w:shd w:val="clear" w:color="auto" w:fill="FBCBA3"/>
      </w:tcPr>
    </w:tblStylePr>
  </w:style>
  <w:style w:type="table" w:styleId="Tabellenraster">
    <w:name w:val="Table Grid"/>
    <w:basedOn w:val="NormaleTabelle"/>
    <w:uiPriority w:val="59"/>
    <w:rsid w:val="009A08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0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r\AppData\Roaming\Microsoft\Templates\CSC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37696D9D1D95EC45A9440548E782419D04008C4669C20C93454ABB50E332FADBDDBE" ma:contentTypeVersion="28" ma:contentTypeDescription="Create a new document." ma:contentTypeScope="" ma:versionID="b667386d13c965381594d80a1f3f965c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29C47-935B-4992-9517-EE7F55A08E1F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2.xml><?xml version="1.0" encoding="utf-8"?>
<ds:datastoreItem xmlns:ds="http://schemas.openxmlformats.org/officeDocument/2006/customXml" ds:itemID="{CB6666E4-F332-407B-9C03-4F2C42BCEE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CADC61-685E-442C-899E-5F365F1C8A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703942-069F-4816-8357-09056A11E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CSC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</dc:creator>
  <cp:lastModifiedBy>hr</cp:lastModifiedBy>
  <cp:revision>2</cp:revision>
  <cp:lastPrinted>2011-02-14T18:14:00Z</cp:lastPrinted>
  <dcterms:created xsi:type="dcterms:W3CDTF">2011-08-04T19:14:00Z</dcterms:created>
  <dcterms:modified xsi:type="dcterms:W3CDTF">2011-08-04T19:14:00Z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TC300084169990</vt:lpwstr>
  </property>
</Properties>
</file>